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2FC47606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6E4FA02A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EB0BB5E" w14:textId="3F2472A9" w:rsidR="002A3970" w:rsidRPr="00922E9E" w:rsidRDefault="00AA39D6" w:rsidP="002A3970">
      <w:pPr>
        <w:autoSpaceDE w:val="0"/>
        <w:autoSpaceDN w:val="0"/>
        <w:adjustRightInd w:val="0"/>
        <w:spacing w:before="240" w:line="276" w:lineRule="auto"/>
        <w:jc w:val="center"/>
        <w:rPr>
          <w:rFonts w:cstheme="minorHAnsi"/>
          <w:b/>
          <w:i/>
          <w:color w:val="000000"/>
        </w:rPr>
      </w:pPr>
      <w:r w:rsidRPr="00127DB9">
        <w:rPr>
          <w:b/>
          <w:bCs/>
          <w:sz w:val="22"/>
          <w:szCs w:val="22"/>
        </w:rPr>
        <w:t>”</w:t>
      </w:r>
      <w:bookmarkStart w:id="0" w:name="_Hlk190936996"/>
      <w:bookmarkStart w:id="1" w:name="_Hlk210721780"/>
      <w:r w:rsidR="002A3970" w:rsidRPr="002A3970">
        <w:rPr>
          <w:rFonts w:cstheme="minorHAnsi"/>
          <w:b/>
          <w:i/>
          <w:color w:val="000000"/>
        </w:rPr>
        <w:t xml:space="preserve"> </w:t>
      </w:r>
      <w:r w:rsidR="002A3970" w:rsidRPr="00922E9E">
        <w:rPr>
          <w:rFonts w:cstheme="minorHAnsi"/>
          <w:b/>
          <w:i/>
          <w:color w:val="000000"/>
        </w:rPr>
        <w:t xml:space="preserve">Pełnienie wielobranżowego nadzoru inwestorskiego nad realizacją zadania: </w:t>
      </w:r>
    </w:p>
    <w:p w14:paraId="1D10E044" w14:textId="77777777" w:rsidR="002A3970" w:rsidRPr="00DC5FE4" w:rsidRDefault="002A3970" w:rsidP="002A3970">
      <w:pPr>
        <w:jc w:val="center"/>
        <w:rPr>
          <w:rFonts w:cstheme="minorHAnsi"/>
          <w:b/>
          <w:i/>
          <w:iCs/>
          <w:color w:val="000000"/>
        </w:rPr>
      </w:pPr>
      <w:bookmarkStart w:id="2" w:name="_Hlk210721615"/>
      <w:bookmarkEnd w:id="0"/>
      <w:r w:rsidRPr="00DC5FE4">
        <w:rPr>
          <w:rFonts w:cstheme="minorHAnsi"/>
          <w:b/>
          <w:i/>
          <w:iCs/>
          <w:color w:val="000000"/>
        </w:rPr>
        <w:t>Budowa kotłowni miejskiej w Brześciu Kujawskim</w:t>
      </w:r>
    </w:p>
    <w:bookmarkEnd w:id="1"/>
    <w:bookmarkEnd w:id="2"/>
    <w:p w14:paraId="3F8E83CD" w14:textId="2B783F63" w:rsidR="002E612D" w:rsidRPr="00127DB9" w:rsidRDefault="00DE3D8A" w:rsidP="00F31EAC">
      <w:pPr>
        <w:spacing w:after="240" w:line="276" w:lineRule="auto"/>
        <w:jc w:val="center"/>
        <w:rPr>
          <w:b/>
          <w:bCs/>
          <w:sz w:val="22"/>
          <w:szCs w:val="22"/>
        </w:rPr>
      </w:pPr>
      <w:r w:rsidRPr="00127DB9">
        <w:rPr>
          <w:b/>
          <w:bCs/>
          <w:sz w:val="22"/>
          <w:szCs w:val="22"/>
        </w:rPr>
        <w:t>”</w:t>
      </w:r>
      <w:r w:rsidR="00C039FD" w:rsidRPr="00127DB9">
        <w:rPr>
          <w:b/>
          <w:bCs/>
        </w:rPr>
        <w:t xml:space="preserve"> </w:t>
      </w:r>
    </w:p>
    <w:p w14:paraId="596331DA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383B3439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1ED07164" w14:textId="77777777" w:rsidR="003B769C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65ABED9D" w14:textId="77777777" w:rsidR="00127DB9" w:rsidRPr="00AF4AC3" w:rsidRDefault="00127DB9" w:rsidP="00AA39D6">
      <w:pPr>
        <w:spacing w:line="276" w:lineRule="auto"/>
        <w:jc w:val="both"/>
        <w:rPr>
          <w:sz w:val="16"/>
          <w:szCs w:val="16"/>
        </w:rPr>
      </w:pPr>
    </w:p>
    <w:p w14:paraId="3D9AD5C1" w14:textId="76E7C2EC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przedmiotu zamówienia zgodnie, </w:t>
      </w:r>
      <w:r w:rsidR="00127DB9">
        <w:rPr>
          <w:sz w:val="22"/>
        </w:rPr>
        <w:br/>
      </w:r>
      <w:r w:rsidR="007F3E87" w:rsidRPr="007F3E87">
        <w:rPr>
          <w:sz w:val="22"/>
        </w:rPr>
        <w:t>z</w:t>
      </w:r>
      <w:r w:rsidR="005768E2">
        <w:rPr>
          <w:sz w:val="22"/>
        </w:rPr>
        <w:t xml:space="preserve"> Zapytaniem ofertowym </w:t>
      </w:r>
      <w:r w:rsidR="007F3E87" w:rsidRPr="007F3E87">
        <w:rPr>
          <w:sz w:val="22"/>
        </w:rPr>
        <w:t>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C039FD" w:rsidRPr="007F3E87" w14:paraId="1D9D3A7F" w14:textId="77777777" w:rsidTr="00C039FD">
        <w:trPr>
          <w:trHeight w:val="704"/>
        </w:trPr>
        <w:tc>
          <w:tcPr>
            <w:tcW w:w="8675" w:type="dxa"/>
            <w:vAlign w:val="center"/>
          </w:tcPr>
          <w:p w14:paraId="7DC22F4B" w14:textId="77777777" w:rsidR="00C039FD" w:rsidRPr="007F3E87" w:rsidRDefault="00C039FD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039FD" w:rsidRPr="007F3E87" w14:paraId="0563D9AF" w14:textId="77777777" w:rsidTr="00C039FD">
        <w:tc>
          <w:tcPr>
            <w:tcW w:w="8675" w:type="dxa"/>
          </w:tcPr>
          <w:p w14:paraId="48F92BF2" w14:textId="47A894DE" w:rsidR="00C039FD" w:rsidRPr="007F3E87" w:rsidRDefault="00C039FD" w:rsidP="002A3970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="002A3970" w:rsidRPr="002A3970">
              <w:rPr>
                <w:b/>
                <w:sz w:val="22"/>
                <w:szCs w:val="22"/>
              </w:rPr>
              <w:t>Pełnienie wielobranżowego nadzoru inwestorskiego nad realizacją zadania: Budowa kotłowni miejskiej w Brześciu Kujawskim</w:t>
            </w:r>
          </w:p>
          <w:p w14:paraId="1A17AE38" w14:textId="5876FD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C039FD" w:rsidRPr="007F3E87" w:rsidRDefault="00C039FD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C039FD" w:rsidRPr="007F3E87" w:rsidRDefault="00C039FD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42D2715D" w14:textId="77777777" w:rsidR="00127DB9" w:rsidRDefault="00127DB9" w:rsidP="00127DB9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0337520E" w14:textId="77777777" w:rsidR="00127DB9" w:rsidRPr="005768E2" w:rsidRDefault="00127DB9" w:rsidP="005768E2">
      <w:pPr>
        <w:spacing w:before="240" w:line="276" w:lineRule="auto"/>
        <w:jc w:val="both"/>
        <w:rPr>
          <w:sz w:val="22"/>
        </w:rPr>
      </w:pPr>
    </w:p>
    <w:p w14:paraId="62A2BBD4" w14:textId="6F84558A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80CA922" w14:textId="133393F2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ze </w:t>
      </w:r>
      <w:r w:rsidR="005768E2">
        <w:rPr>
          <w:sz w:val="22"/>
        </w:rPr>
        <w:t>Zapytaniem ofertowym</w:t>
      </w:r>
      <w:r w:rsidRPr="0097776D">
        <w:rPr>
          <w:sz w:val="22"/>
        </w:rPr>
        <w:t xml:space="preserve"> i uznajemy się za związanych określonymi w niej zasadami postępowania;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2DAD45CC" w:rsidR="00FF57EE" w:rsidRPr="00127DB9" w:rsidRDefault="00FF57EE" w:rsidP="002162BB">
      <w:pPr>
        <w:pStyle w:val="Akapitzlist"/>
        <w:spacing w:before="120" w:line="276" w:lineRule="auto"/>
        <w:ind w:left="644"/>
        <w:jc w:val="both"/>
        <w:rPr>
          <w:sz w:val="22"/>
          <w:highlight w:val="yellow"/>
        </w:rPr>
      </w:pPr>
    </w:p>
    <w:p w14:paraId="0D1268C6" w14:textId="1F7710C0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 xml:space="preserve">, które zostały zawarte w </w:t>
      </w:r>
      <w:r w:rsidR="005768E2">
        <w:rPr>
          <w:sz w:val="22"/>
        </w:rPr>
        <w:t xml:space="preserve">Zapytaniu ofertowym </w:t>
      </w:r>
      <w:r w:rsidRPr="0097776D">
        <w:rPr>
          <w:sz w:val="22"/>
        </w:rPr>
        <w:t>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64A3F16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lastRenderedPageBreak/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33ABBAB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2CD965C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7E7B9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920410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D15B41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35D8A1D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CC558A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6E75927F" w14:textId="77777777" w:rsidR="00EC608F" w:rsidRDefault="00EC608F" w:rsidP="00EC608F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BB4D2D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25C68" w14:textId="77777777" w:rsidR="00E95945" w:rsidRDefault="00E95945" w:rsidP="00FF57EE">
      <w:r>
        <w:separator/>
      </w:r>
    </w:p>
  </w:endnote>
  <w:endnote w:type="continuationSeparator" w:id="0">
    <w:p w14:paraId="641877BD" w14:textId="77777777" w:rsidR="00E95945" w:rsidRDefault="00E95945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31FFC" w14:textId="77777777" w:rsidR="00E95945" w:rsidRDefault="00E95945" w:rsidP="00FF57EE">
      <w:r>
        <w:separator/>
      </w:r>
    </w:p>
  </w:footnote>
  <w:footnote w:type="continuationSeparator" w:id="0">
    <w:p w14:paraId="6E0160E9" w14:textId="77777777" w:rsidR="00E95945" w:rsidRDefault="00E95945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626C6355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5768E2">
      <w:rPr>
        <w:sz w:val="20"/>
        <w:szCs w:val="20"/>
      </w:rPr>
      <w:t>3</w:t>
    </w:r>
    <w:r w:rsidR="002A3970">
      <w:rPr>
        <w:sz w:val="20"/>
        <w:szCs w:val="20"/>
      </w:rPr>
      <w:t>6</w:t>
    </w:r>
    <w:r w:rsidR="00C90009">
      <w:rPr>
        <w:sz w:val="20"/>
        <w:szCs w:val="20"/>
      </w:rPr>
      <w:t>.202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2"/>
  </w:num>
  <w:num w:numId="2" w16cid:durableId="192961466">
    <w:abstractNumId w:val="0"/>
  </w:num>
  <w:num w:numId="3" w16cid:durableId="1179277967">
    <w:abstractNumId w:val="1"/>
  </w:num>
  <w:num w:numId="4" w16cid:durableId="1831213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75478"/>
    <w:rsid w:val="0008550C"/>
    <w:rsid w:val="001063D3"/>
    <w:rsid w:val="00111554"/>
    <w:rsid w:val="00112374"/>
    <w:rsid w:val="00127DB9"/>
    <w:rsid w:val="001C7D84"/>
    <w:rsid w:val="001E6AA2"/>
    <w:rsid w:val="002162BB"/>
    <w:rsid w:val="002214DB"/>
    <w:rsid w:val="0022685B"/>
    <w:rsid w:val="00267D1F"/>
    <w:rsid w:val="002715F4"/>
    <w:rsid w:val="00281EDE"/>
    <w:rsid w:val="00296771"/>
    <w:rsid w:val="00297F71"/>
    <w:rsid w:val="002A3970"/>
    <w:rsid w:val="002E612D"/>
    <w:rsid w:val="003317EC"/>
    <w:rsid w:val="003A1B57"/>
    <w:rsid w:val="003B5AC8"/>
    <w:rsid w:val="003B769C"/>
    <w:rsid w:val="003C0F5E"/>
    <w:rsid w:val="003E106F"/>
    <w:rsid w:val="00473DC0"/>
    <w:rsid w:val="00484A7D"/>
    <w:rsid w:val="004D5A42"/>
    <w:rsid w:val="00520500"/>
    <w:rsid w:val="00525EFF"/>
    <w:rsid w:val="005564F9"/>
    <w:rsid w:val="005768E2"/>
    <w:rsid w:val="005844F6"/>
    <w:rsid w:val="005F6F5F"/>
    <w:rsid w:val="00606EEE"/>
    <w:rsid w:val="006B63D6"/>
    <w:rsid w:val="006C250A"/>
    <w:rsid w:val="006C641D"/>
    <w:rsid w:val="006D09E0"/>
    <w:rsid w:val="00722959"/>
    <w:rsid w:val="00740C83"/>
    <w:rsid w:val="00783E4A"/>
    <w:rsid w:val="007D475B"/>
    <w:rsid w:val="007E331F"/>
    <w:rsid w:val="007F3E87"/>
    <w:rsid w:val="00826C28"/>
    <w:rsid w:val="00830EC7"/>
    <w:rsid w:val="008663CD"/>
    <w:rsid w:val="00874460"/>
    <w:rsid w:val="00883EF9"/>
    <w:rsid w:val="0091080E"/>
    <w:rsid w:val="009312B4"/>
    <w:rsid w:val="0097776D"/>
    <w:rsid w:val="00983D1D"/>
    <w:rsid w:val="009D75A8"/>
    <w:rsid w:val="00A15974"/>
    <w:rsid w:val="00A23973"/>
    <w:rsid w:val="00A50E18"/>
    <w:rsid w:val="00AA39D6"/>
    <w:rsid w:val="00AE2ACB"/>
    <w:rsid w:val="00AF4AC3"/>
    <w:rsid w:val="00B26387"/>
    <w:rsid w:val="00B47637"/>
    <w:rsid w:val="00B72B31"/>
    <w:rsid w:val="00B9086B"/>
    <w:rsid w:val="00BC4F99"/>
    <w:rsid w:val="00C039FD"/>
    <w:rsid w:val="00C0756C"/>
    <w:rsid w:val="00C22F7D"/>
    <w:rsid w:val="00C749A9"/>
    <w:rsid w:val="00C90009"/>
    <w:rsid w:val="00CB5A8F"/>
    <w:rsid w:val="00CE3AE6"/>
    <w:rsid w:val="00D554C7"/>
    <w:rsid w:val="00D5631A"/>
    <w:rsid w:val="00D837BA"/>
    <w:rsid w:val="00DC336F"/>
    <w:rsid w:val="00DD0902"/>
    <w:rsid w:val="00DE3D8A"/>
    <w:rsid w:val="00E14087"/>
    <w:rsid w:val="00E1735C"/>
    <w:rsid w:val="00E437EB"/>
    <w:rsid w:val="00E67F10"/>
    <w:rsid w:val="00E95945"/>
    <w:rsid w:val="00E9614A"/>
    <w:rsid w:val="00EC608F"/>
    <w:rsid w:val="00ED4602"/>
    <w:rsid w:val="00F134D5"/>
    <w:rsid w:val="00F31EAC"/>
    <w:rsid w:val="00F609FC"/>
    <w:rsid w:val="00FE6FF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</TotalTime>
  <Pages>3</Pages>
  <Words>608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3</cp:revision>
  <dcterms:created xsi:type="dcterms:W3CDTF">2025-10-03T10:05:00Z</dcterms:created>
  <dcterms:modified xsi:type="dcterms:W3CDTF">2025-10-07T07:56:00Z</dcterms:modified>
</cp:coreProperties>
</file>